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1B9" w:rsidRDefault="000C31B9" w:rsidP="00276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СУХОБУЗИМСКОГО РАЙОНА</w:t>
      </w:r>
    </w:p>
    <w:p w:rsidR="000C31B9" w:rsidRPr="00764907" w:rsidRDefault="000C31B9" w:rsidP="00276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</w:p>
    <w:p w:rsidR="000C31B9" w:rsidRDefault="000C31B9" w:rsidP="005E4118">
      <w:pPr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C31B9" w:rsidRPr="00B87FD0" w:rsidRDefault="000C31B9" w:rsidP="005E4118">
      <w:pPr>
        <w:spacing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0C31B9" w:rsidRPr="00B87FD0" w:rsidRDefault="000C31B9" w:rsidP="005E4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31B9" w:rsidRPr="00B87FD0" w:rsidRDefault="000C31B9" w:rsidP="005E4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19.10.2015                      </w:t>
      </w:r>
      <w:r w:rsidRPr="00B87FD0">
        <w:rPr>
          <w:rFonts w:ascii="Times New Roman" w:hAnsi="Times New Roman"/>
          <w:color w:val="000000"/>
          <w:sz w:val="28"/>
          <w:szCs w:val="28"/>
        </w:rPr>
        <w:t xml:space="preserve">           с. Сухобузимское                                      № </w:t>
      </w:r>
      <w:r>
        <w:rPr>
          <w:rFonts w:ascii="Times New Roman" w:hAnsi="Times New Roman"/>
          <w:color w:val="000000"/>
          <w:sz w:val="28"/>
          <w:szCs w:val="28"/>
        </w:rPr>
        <w:t>470-п</w:t>
      </w:r>
    </w:p>
    <w:p w:rsidR="000C31B9" w:rsidRPr="00B87FD0" w:rsidRDefault="000C31B9" w:rsidP="005E41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31B9" w:rsidRDefault="000C31B9" w:rsidP="00ED19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72901">
        <w:rPr>
          <w:rFonts w:ascii="Times New Roman" w:hAnsi="Times New Roman"/>
          <w:sz w:val="28"/>
          <w:szCs w:val="28"/>
        </w:rPr>
        <w:t xml:space="preserve"> внесении изменений в </w:t>
      </w:r>
    </w:p>
    <w:p w:rsidR="000C31B9" w:rsidRDefault="000C31B9" w:rsidP="00ED19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72901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</w:p>
    <w:p w:rsidR="000C31B9" w:rsidRDefault="000C31B9" w:rsidP="00ED19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72901">
        <w:rPr>
          <w:rFonts w:ascii="Times New Roman" w:hAnsi="Times New Roman"/>
          <w:sz w:val="28"/>
          <w:szCs w:val="28"/>
        </w:rPr>
        <w:t xml:space="preserve">Сухобузимского района от </w:t>
      </w:r>
      <w:r>
        <w:rPr>
          <w:rFonts w:ascii="Times New Roman" w:hAnsi="Times New Roman"/>
          <w:sz w:val="28"/>
          <w:szCs w:val="28"/>
        </w:rPr>
        <w:t xml:space="preserve">30 июля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</w:rPr>
          <w:t>2014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</w:p>
    <w:p w:rsidR="000C31B9" w:rsidRDefault="000C31B9" w:rsidP="00ED19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648</w:t>
      </w:r>
      <w:r w:rsidRPr="00172901">
        <w:rPr>
          <w:rFonts w:ascii="Times New Roman" w:hAnsi="Times New Roman"/>
          <w:sz w:val="28"/>
          <w:szCs w:val="28"/>
        </w:rPr>
        <w:t>-п «</w:t>
      </w:r>
      <w:r>
        <w:rPr>
          <w:rFonts w:ascii="Times New Roman" w:hAnsi="Times New Roman"/>
          <w:sz w:val="28"/>
          <w:szCs w:val="28"/>
        </w:rPr>
        <w:t xml:space="preserve">О мерах по совершенствованию </w:t>
      </w:r>
    </w:p>
    <w:p w:rsidR="000C31B9" w:rsidRDefault="000C31B9" w:rsidP="00ED19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организации и контроля рассмотрения </w:t>
      </w:r>
    </w:p>
    <w:p w:rsidR="000C31B9" w:rsidRDefault="000C31B9" w:rsidP="00ED19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обращений граждан РФ</w:t>
      </w:r>
      <w:r w:rsidRPr="00172901">
        <w:rPr>
          <w:rFonts w:ascii="Times New Roman" w:hAnsi="Times New Roman"/>
          <w:sz w:val="28"/>
          <w:szCs w:val="28"/>
        </w:rPr>
        <w:t>»</w:t>
      </w:r>
    </w:p>
    <w:p w:rsidR="000C31B9" w:rsidRPr="00B87FD0" w:rsidRDefault="000C31B9" w:rsidP="00ED19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C31B9" w:rsidRDefault="000C31B9" w:rsidP="000879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5A1750">
        <w:rPr>
          <w:rFonts w:ascii="Times New Roman" w:hAnsi="Times New Roman"/>
          <w:sz w:val="28"/>
          <w:szCs w:val="28"/>
        </w:rPr>
        <w:t xml:space="preserve">соответствии с </w:t>
      </w:r>
      <w:r>
        <w:rPr>
          <w:rFonts w:ascii="Times New Roman" w:hAnsi="Times New Roman"/>
          <w:sz w:val="28"/>
          <w:szCs w:val="28"/>
        </w:rPr>
        <w:t>требованиями Федерального закона РФ от 02.05.2006</w:t>
      </w:r>
      <w:r w:rsidRPr="00314D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59-ФЗ «О порядке рассмотрения обращений граждан Российской Федерации»,  </w:t>
      </w:r>
      <w:r>
        <w:rPr>
          <w:rFonts w:ascii="Times New Roman" w:hAnsi="Times New Roman"/>
          <w:color w:val="000000"/>
          <w:sz w:val="28"/>
          <w:szCs w:val="18"/>
        </w:rPr>
        <w:t>постановления</w:t>
      </w:r>
      <w:r w:rsidRPr="000E72F9">
        <w:rPr>
          <w:rFonts w:ascii="Times New Roman" w:hAnsi="Times New Roman"/>
          <w:color w:val="000000"/>
          <w:sz w:val="28"/>
          <w:szCs w:val="18"/>
        </w:rPr>
        <w:t xml:space="preserve"> администрации Сухобузимского района №</w:t>
      </w:r>
      <w:r>
        <w:rPr>
          <w:rFonts w:ascii="Times New Roman" w:hAnsi="Times New Roman"/>
          <w:color w:val="000000"/>
          <w:sz w:val="28"/>
          <w:szCs w:val="18"/>
        </w:rPr>
        <w:t xml:space="preserve"> </w:t>
      </w:r>
      <w:r w:rsidRPr="000E72F9">
        <w:rPr>
          <w:rFonts w:ascii="Times New Roman" w:hAnsi="Times New Roman"/>
          <w:color w:val="000000"/>
          <w:sz w:val="28"/>
          <w:szCs w:val="18"/>
        </w:rPr>
        <w:t>648-п от 30.07.2014 " О мерах по совершенствованию организации и контроля рассмотрения обращений граждан РФ"</w:t>
      </w:r>
      <w:r>
        <w:rPr>
          <w:rFonts w:ascii="Times New Roman" w:hAnsi="Times New Roman"/>
          <w:sz w:val="28"/>
          <w:szCs w:val="28"/>
        </w:rPr>
        <w:t xml:space="preserve">, в целях усиления контроля </w:t>
      </w:r>
      <w:r>
        <w:rPr>
          <w:rFonts w:ascii="Times New Roman" w:hAnsi="Times New Roman"/>
          <w:color w:val="000000"/>
          <w:sz w:val="28"/>
          <w:szCs w:val="28"/>
        </w:rPr>
        <w:t>за соблюдением сроков и порядка рассмотрения обращений граждан. В связи с кадровыми перестановками</w:t>
      </w:r>
      <w:r w:rsidRPr="00540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0C31B9" w:rsidRDefault="000C31B9" w:rsidP="005402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31B9" w:rsidRPr="00314D89" w:rsidRDefault="000C31B9" w:rsidP="005402B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следующие изменения</w:t>
      </w:r>
      <w:r w:rsidRPr="005402BA">
        <w:rPr>
          <w:rFonts w:ascii="Times New Roman" w:hAnsi="Times New Roman"/>
          <w:sz w:val="28"/>
          <w:szCs w:val="28"/>
        </w:rPr>
        <w:t xml:space="preserve"> в постановление администрации Сухобузимского района от 30 июля</w:t>
      </w:r>
      <w:r>
        <w:rPr>
          <w:rFonts w:ascii="Times New Roman" w:hAnsi="Times New Roman"/>
          <w:sz w:val="28"/>
          <w:szCs w:val="28"/>
        </w:rPr>
        <w:t xml:space="preserve"> 2014</w:t>
      </w:r>
      <w:r w:rsidRPr="005402BA">
        <w:rPr>
          <w:rFonts w:ascii="Times New Roman" w:hAnsi="Times New Roman"/>
          <w:sz w:val="28"/>
          <w:szCs w:val="28"/>
        </w:rPr>
        <w:t xml:space="preserve"> № 648-п «О мерах по совершенствованию организации и контроля рассмотрения обращений граждан РФ»</w:t>
      </w:r>
      <w:r>
        <w:rPr>
          <w:rFonts w:ascii="Times New Roman" w:hAnsi="Times New Roman"/>
          <w:sz w:val="28"/>
          <w:szCs w:val="28"/>
        </w:rPr>
        <w:t>:</w:t>
      </w:r>
    </w:p>
    <w:p w:rsidR="000C31B9" w:rsidRPr="00314D89" w:rsidRDefault="000C31B9" w:rsidP="00314D89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Пункт 3 изложить в следующей редакции</w:t>
      </w:r>
      <w:r w:rsidRPr="00314D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14D89">
        <w:rPr>
          <w:rFonts w:ascii="Times New Roman" w:hAnsi="Times New Roman"/>
          <w:sz w:val="28"/>
          <w:szCs w:val="28"/>
        </w:rPr>
        <w:t>Руководителям органов местного самоуправления обеспечить своевременное рассмотрение обращений граждан;</w:t>
      </w:r>
    </w:p>
    <w:p w:rsidR="000C31B9" w:rsidRDefault="000C31B9" w:rsidP="005402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Назначить ответственной за организацию и осуществление контроля за сроками рассмотрения обращений начальника общего отдела администрации Сухобузимского района С.А. Талерёнок.</w:t>
      </w:r>
    </w:p>
    <w:p w:rsidR="000C31B9" w:rsidRDefault="000C31B9" w:rsidP="005402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Начальнику общего отдела администрации Сухобузимского района:</w:t>
      </w:r>
    </w:p>
    <w:p w:rsidR="000C31B9" w:rsidRDefault="000C31B9" w:rsidP="005402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осуществлять контроль за своевременным и качественным рассмотрением обращений граждан исполнителями;</w:t>
      </w:r>
    </w:p>
    <w:p w:rsidR="000C31B9" w:rsidRPr="005402BA" w:rsidRDefault="000C31B9" w:rsidP="005402B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Информировать главу Сухобузимского района о случаях нарушения срока рассмотрения обращений».</w:t>
      </w:r>
    </w:p>
    <w:p w:rsidR="000C31B9" w:rsidRDefault="000C31B9" w:rsidP="005402B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C31B9" w:rsidRDefault="000C31B9" w:rsidP="00516A5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1B9" w:rsidRPr="005402BA" w:rsidRDefault="000C31B9" w:rsidP="00516A5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В.П. Влиско</w:t>
      </w:r>
    </w:p>
    <w:p w:rsidR="000C31B9" w:rsidRDefault="000C31B9"/>
    <w:sectPr w:rsidR="000C31B9" w:rsidSect="0017290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1B9" w:rsidRDefault="000C31B9" w:rsidP="008B44C1">
      <w:pPr>
        <w:spacing w:after="0" w:line="240" w:lineRule="auto"/>
      </w:pPr>
      <w:r>
        <w:separator/>
      </w:r>
    </w:p>
  </w:endnote>
  <w:endnote w:type="continuationSeparator" w:id="1">
    <w:p w:rsidR="000C31B9" w:rsidRDefault="000C31B9" w:rsidP="008B4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1B9" w:rsidRDefault="000C31B9" w:rsidP="008B44C1">
      <w:pPr>
        <w:spacing w:after="0" w:line="240" w:lineRule="auto"/>
      </w:pPr>
      <w:r>
        <w:separator/>
      </w:r>
    </w:p>
  </w:footnote>
  <w:footnote w:type="continuationSeparator" w:id="1">
    <w:p w:rsidR="000C31B9" w:rsidRDefault="000C31B9" w:rsidP="008B4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1B9" w:rsidRDefault="000C31B9">
    <w:pPr>
      <w:pStyle w:val="Header"/>
      <w:jc w:val="center"/>
    </w:pPr>
  </w:p>
  <w:p w:rsidR="000C31B9" w:rsidRDefault="000C31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4068E"/>
    <w:multiLevelType w:val="hybridMultilevel"/>
    <w:tmpl w:val="D77EB70A"/>
    <w:lvl w:ilvl="0" w:tplc="822EA59A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CC14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2841D89"/>
    <w:multiLevelType w:val="hybridMultilevel"/>
    <w:tmpl w:val="1FE03A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F22F39"/>
    <w:multiLevelType w:val="hybridMultilevel"/>
    <w:tmpl w:val="D5C69F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D65696"/>
    <w:multiLevelType w:val="hybridMultilevel"/>
    <w:tmpl w:val="18EA371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3CFF4FA4"/>
    <w:multiLevelType w:val="hybridMultilevel"/>
    <w:tmpl w:val="D77EB70A"/>
    <w:lvl w:ilvl="0" w:tplc="822EA59A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9C314E"/>
    <w:multiLevelType w:val="hybridMultilevel"/>
    <w:tmpl w:val="CE089C8C"/>
    <w:lvl w:ilvl="0" w:tplc="B27CBC0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C925C5"/>
    <w:multiLevelType w:val="hybridMultilevel"/>
    <w:tmpl w:val="6296A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8DE3858"/>
    <w:multiLevelType w:val="hybridMultilevel"/>
    <w:tmpl w:val="7E24B046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497A0E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0825B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530531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7CF4C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67E45697"/>
    <w:multiLevelType w:val="hybridMultilevel"/>
    <w:tmpl w:val="448AC182"/>
    <w:lvl w:ilvl="0" w:tplc="0B26EB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13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97D"/>
    <w:rsid w:val="00043529"/>
    <w:rsid w:val="00085FD4"/>
    <w:rsid w:val="00087933"/>
    <w:rsid w:val="000C31B9"/>
    <w:rsid w:val="000E72F9"/>
    <w:rsid w:val="00172901"/>
    <w:rsid w:val="001B295A"/>
    <w:rsid w:val="00276763"/>
    <w:rsid w:val="00284976"/>
    <w:rsid w:val="002D589B"/>
    <w:rsid w:val="00314D89"/>
    <w:rsid w:val="00373E06"/>
    <w:rsid w:val="00374382"/>
    <w:rsid w:val="003C223D"/>
    <w:rsid w:val="00417766"/>
    <w:rsid w:val="00474E1A"/>
    <w:rsid w:val="00516A55"/>
    <w:rsid w:val="005402BA"/>
    <w:rsid w:val="005A1750"/>
    <w:rsid w:val="005E4118"/>
    <w:rsid w:val="006A31E6"/>
    <w:rsid w:val="006F7C7E"/>
    <w:rsid w:val="00764907"/>
    <w:rsid w:val="007C246E"/>
    <w:rsid w:val="007E13F4"/>
    <w:rsid w:val="00855D02"/>
    <w:rsid w:val="008B44C1"/>
    <w:rsid w:val="00996D92"/>
    <w:rsid w:val="00B87FD0"/>
    <w:rsid w:val="00D6277A"/>
    <w:rsid w:val="00DE54F1"/>
    <w:rsid w:val="00ED197D"/>
    <w:rsid w:val="00EF21C2"/>
    <w:rsid w:val="00F543AF"/>
    <w:rsid w:val="00F907E6"/>
    <w:rsid w:val="00FD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46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72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B4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B44C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B4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44C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87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7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</TotalTime>
  <Pages>1</Pages>
  <Words>261</Words>
  <Characters>1492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</dc:creator>
  <cp:keywords/>
  <dc:description/>
  <cp:lastModifiedBy>User</cp:lastModifiedBy>
  <cp:revision>11</cp:revision>
  <cp:lastPrinted>2015-10-19T08:01:00Z</cp:lastPrinted>
  <dcterms:created xsi:type="dcterms:W3CDTF">2014-07-31T02:39:00Z</dcterms:created>
  <dcterms:modified xsi:type="dcterms:W3CDTF">2015-10-21T03:19:00Z</dcterms:modified>
</cp:coreProperties>
</file>